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5A9C23F" w14:textId="4001CD83" w:rsidR="001A3A60" w:rsidRPr="0057173B" w:rsidRDefault="00B477DE" w:rsidP="001A3A60">
      <w:pPr>
        <w:spacing w:before="0" w:after="0"/>
        <w:rPr>
          <w:rFonts w:ascii="Comic Sans MS" w:hAnsi="Comic Sans MS"/>
          <w:szCs w:val="24"/>
        </w:rPr>
      </w:pPr>
      <w:r>
        <w:rPr>
          <w:noProof/>
          <w:szCs w:val="40"/>
          <w:lang w:val="en-US" w:eastAsia="ja-JP" w:bidi="ar-SA"/>
        </w:rPr>
        <w:drawing>
          <wp:anchor distT="0" distB="0" distL="114300" distR="114300" simplePos="0" relativeHeight="251659264" behindDoc="0" locked="0" layoutInCell="1" allowOverlap="1" wp14:anchorId="5B7EA194" wp14:editId="5CF0A6AD">
            <wp:simplePos x="0" y="0"/>
            <wp:positionH relativeFrom="column">
              <wp:posOffset>5661353</wp:posOffset>
            </wp:positionH>
            <wp:positionV relativeFrom="paragraph">
              <wp:posOffset>127000</wp:posOffset>
            </wp:positionV>
            <wp:extent cx="1380490" cy="234315"/>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anchor>
        </w:drawing>
      </w:r>
      <w:r w:rsidR="001A3A60" w:rsidRPr="0057173B">
        <w:rPr>
          <w:rFonts w:ascii="Comic Sans MS" w:hAnsi="Comic Sans MS"/>
          <w:sz w:val="32"/>
          <w:szCs w:val="32"/>
        </w:rPr>
        <w:t xml:space="preserve">Stempelrally: </w:t>
      </w:r>
      <w:r w:rsidR="00C46AF7">
        <w:rPr>
          <w:rFonts w:ascii="Comic Sans MS" w:hAnsi="Comic Sans MS"/>
          <w:sz w:val="32"/>
          <w:szCs w:val="32"/>
        </w:rPr>
        <w:t>Hast du</w:t>
      </w:r>
      <w:r w:rsidR="0050134E">
        <w:rPr>
          <w:rFonts w:ascii="Comic Sans MS" w:hAnsi="Comic Sans MS"/>
          <w:sz w:val="32"/>
          <w:szCs w:val="32"/>
        </w:rPr>
        <w:t xml:space="preserve"> (gestern) </w:t>
      </w:r>
      <w:r w:rsidR="00C46AF7">
        <w:rPr>
          <w:rFonts w:ascii="Comic Sans MS" w:hAnsi="Comic Sans MS"/>
          <w:sz w:val="32"/>
          <w:szCs w:val="32"/>
        </w:rPr>
        <w:t>…? Hast du schon mal …</w:t>
      </w:r>
      <w:r w:rsidR="0057173B">
        <w:rPr>
          <w:rFonts w:ascii="Comic Sans MS" w:hAnsi="Comic Sans MS"/>
          <w:sz w:val="32"/>
          <w:szCs w:val="32"/>
        </w:rPr>
        <w:t>?</w:t>
      </w:r>
      <w:r w:rsidRPr="00B477DE">
        <w:rPr>
          <w:noProof/>
          <w:szCs w:val="40"/>
        </w:rPr>
        <w:t xml:space="preserve"> </w:t>
      </w:r>
    </w:p>
    <w:tbl>
      <w:tblPr>
        <w:tblStyle w:val="af9"/>
        <w:tblW w:w="0" w:type="auto"/>
        <w:tblInd w:w="108" w:type="dxa"/>
        <w:tblLook w:val="04A0" w:firstRow="1" w:lastRow="0" w:firstColumn="1" w:lastColumn="0" w:noHBand="0" w:noVBand="1"/>
      </w:tblPr>
      <w:tblGrid>
        <w:gridCol w:w="8789"/>
        <w:gridCol w:w="482"/>
        <w:gridCol w:w="482"/>
        <w:gridCol w:w="482"/>
        <w:gridCol w:w="482"/>
        <w:gridCol w:w="482"/>
      </w:tblGrid>
      <w:tr w:rsidR="001A3A60" w:rsidRPr="00913A6B" w14:paraId="259A55E9" w14:textId="77777777" w:rsidTr="00790A85">
        <w:trPr>
          <w:trHeight w:val="716"/>
        </w:trPr>
        <w:tc>
          <w:tcPr>
            <w:tcW w:w="8789" w:type="dxa"/>
            <w:tcBorders>
              <w:top w:val="nil"/>
              <w:left w:val="nil"/>
              <w:bottom w:val="single" w:sz="4" w:space="0" w:color="auto"/>
              <w:right w:val="nil"/>
            </w:tcBorders>
            <w:vAlign w:val="bottom"/>
          </w:tcPr>
          <w:p w14:paraId="1C8DC088" w14:textId="77777777" w:rsidR="001A3A60" w:rsidRPr="00C46AF7" w:rsidRDefault="00C46AF7" w:rsidP="00C46AF7">
            <w:pPr>
              <w:rPr>
                <w:rStyle w:val="afc"/>
                <w:rFonts w:ascii="Comic Sans MS" w:hAnsi="Comic Sans MS"/>
                <w:szCs w:val="40"/>
              </w:rPr>
            </w:pPr>
            <w:r w:rsidRPr="00C46AF7">
              <w:rPr>
                <w:rFonts w:ascii="Comic Sans MS" w:hAnsi="Comic Sans MS"/>
              </w:rPr>
              <w:t xml:space="preserve">Schreiben: Wochenende, Krimi lesen </w:t>
            </w:r>
            <w:r w:rsidRPr="00C46AF7">
              <w:rPr>
                <w:rFonts w:ascii="Comic Sans MS" w:hAnsi="Comic Sans MS"/>
              </w:rPr>
              <w:br/>
              <w:t>Sagen: Hast du am Wochenende einen Krimi gelesen?</w:t>
            </w:r>
          </w:p>
        </w:tc>
        <w:tc>
          <w:tcPr>
            <w:tcW w:w="482" w:type="dxa"/>
            <w:tcBorders>
              <w:top w:val="nil"/>
              <w:left w:val="nil"/>
              <w:bottom w:val="nil"/>
              <w:right w:val="nil"/>
            </w:tcBorders>
            <w:vAlign w:val="bottom"/>
          </w:tcPr>
          <w:p w14:paraId="051FEC7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4C02B09"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B3FD7E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B49A3E2"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3210A7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4960B81F" w14:textId="77777777" w:rsidTr="00790A85">
        <w:trPr>
          <w:trHeight w:val="716"/>
        </w:trPr>
        <w:tc>
          <w:tcPr>
            <w:tcW w:w="8789" w:type="dxa"/>
            <w:tcBorders>
              <w:top w:val="single" w:sz="4" w:space="0" w:color="auto"/>
              <w:left w:val="nil"/>
              <w:bottom w:val="single" w:sz="4" w:space="0" w:color="auto"/>
              <w:right w:val="nil"/>
            </w:tcBorders>
            <w:vAlign w:val="bottom"/>
          </w:tcPr>
          <w:p w14:paraId="2CDEA2B7" w14:textId="249CF7E7" w:rsidR="001835A1" w:rsidRPr="001835A1" w:rsidRDefault="001835A1" w:rsidP="001835A1">
            <w:pPr>
              <w:rPr>
                <w:rStyle w:val="afc"/>
                <w:rFonts w:ascii="Comic Sans MS" w:hAnsi="Comic Sans MS"/>
                <w:szCs w:val="40"/>
              </w:rPr>
            </w:pPr>
            <w:r>
              <w:rPr>
                <w:rStyle w:val="afc"/>
                <w:rFonts w:ascii="Comic Sans MS" w:hAnsi="Comic Sans MS" w:hint="eastAsia"/>
                <w:szCs w:val="40"/>
              </w:rPr>
              <w:t>S</w:t>
            </w:r>
            <w:r>
              <w:rPr>
                <w:rStyle w:val="afc"/>
                <w:rFonts w:ascii="Comic Sans MS" w:hAnsi="Comic Sans MS"/>
                <w:szCs w:val="40"/>
              </w:rPr>
              <w:t>chreiben: Deutschland, fliegen</w:t>
            </w:r>
            <w:r>
              <w:rPr>
                <w:rStyle w:val="afc"/>
                <w:rFonts w:ascii="Comic Sans MS" w:hAnsi="Comic Sans MS"/>
                <w:szCs w:val="40"/>
              </w:rPr>
              <w:br/>
              <w:t>Sagen: Bist du schon mal nach Deutschland geflogen?</w:t>
            </w:r>
          </w:p>
        </w:tc>
        <w:tc>
          <w:tcPr>
            <w:tcW w:w="482" w:type="dxa"/>
            <w:tcBorders>
              <w:top w:val="nil"/>
              <w:left w:val="nil"/>
              <w:bottom w:val="nil"/>
              <w:right w:val="nil"/>
            </w:tcBorders>
            <w:vAlign w:val="bottom"/>
          </w:tcPr>
          <w:p w14:paraId="7415138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79A3193"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16CBC0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3763A66"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9AB3D6F"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2F539566" w14:textId="77777777" w:rsidTr="00790A85">
        <w:trPr>
          <w:trHeight w:val="716"/>
        </w:trPr>
        <w:tc>
          <w:tcPr>
            <w:tcW w:w="8789" w:type="dxa"/>
            <w:tcBorders>
              <w:top w:val="single" w:sz="4" w:space="0" w:color="auto"/>
              <w:left w:val="nil"/>
              <w:bottom w:val="single" w:sz="4" w:space="0" w:color="auto"/>
              <w:right w:val="nil"/>
            </w:tcBorders>
            <w:vAlign w:val="bottom"/>
          </w:tcPr>
          <w:p w14:paraId="1E844D36"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5492E330"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22288B9"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1E3E45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EBBD43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6C9306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67CB4DF8" w14:textId="77777777" w:rsidTr="00790A85">
        <w:trPr>
          <w:trHeight w:val="716"/>
        </w:trPr>
        <w:tc>
          <w:tcPr>
            <w:tcW w:w="8789" w:type="dxa"/>
            <w:tcBorders>
              <w:top w:val="single" w:sz="4" w:space="0" w:color="auto"/>
              <w:left w:val="nil"/>
              <w:bottom w:val="single" w:sz="4" w:space="0" w:color="auto"/>
              <w:right w:val="nil"/>
            </w:tcBorders>
            <w:vAlign w:val="bottom"/>
          </w:tcPr>
          <w:p w14:paraId="34972EB1"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26E6FE7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6BCDD9F"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68ECDB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F75CA3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4DC057C"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0C439D25" w14:textId="77777777" w:rsidTr="00790A85">
        <w:trPr>
          <w:trHeight w:val="716"/>
        </w:trPr>
        <w:tc>
          <w:tcPr>
            <w:tcW w:w="8789" w:type="dxa"/>
            <w:tcBorders>
              <w:top w:val="single" w:sz="4" w:space="0" w:color="auto"/>
              <w:left w:val="nil"/>
              <w:bottom w:val="single" w:sz="4" w:space="0" w:color="auto"/>
              <w:right w:val="nil"/>
            </w:tcBorders>
            <w:vAlign w:val="bottom"/>
          </w:tcPr>
          <w:p w14:paraId="7D7B20D2"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77A7108C"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F32B93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7F8D55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01D3A54"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C538C8B"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3C899C29" w14:textId="77777777" w:rsidTr="00790A85">
        <w:trPr>
          <w:trHeight w:val="716"/>
        </w:trPr>
        <w:tc>
          <w:tcPr>
            <w:tcW w:w="8789" w:type="dxa"/>
            <w:tcBorders>
              <w:top w:val="single" w:sz="4" w:space="0" w:color="auto"/>
              <w:left w:val="nil"/>
              <w:bottom w:val="single" w:sz="4" w:space="0" w:color="auto"/>
              <w:right w:val="nil"/>
            </w:tcBorders>
            <w:vAlign w:val="bottom"/>
          </w:tcPr>
          <w:p w14:paraId="18F05675"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57317AF4"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046C22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594028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A31C824"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2D7D169"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1F36A651" w14:textId="77777777" w:rsidTr="00790A85">
        <w:trPr>
          <w:trHeight w:val="716"/>
        </w:trPr>
        <w:tc>
          <w:tcPr>
            <w:tcW w:w="8789" w:type="dxa"/>
            <w:tcBorders>
              <w:top w:val="single" w:sz="4" w:space="0" w:color="auto"/>
              <w:left w:val="nil"/>
              <w:bottom w:val="single" w:sz="4" w:space="0" w:color="auto"/>
              <w:right w:val="nil"/>
            </w:tcBorders>
            <w:vAlign w:val="bottom"/>
          </w:tcPr>
          <w:p w14:paraId="0638A3C5"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45EF6BFF"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D0EEEA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0E64E6B"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E5B18D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7D5C6C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7BD04C6A" w14:textId="77777777" w:rsidTr="00790A85">
        <w:trPr>
          <w:trHeight w:val="716"/>
        </w:trPr>
        <w:tc>
          <w:tcPr>
            <w:tcW w:w="8789" w:type="dxa"/>
            <w:tcBorders>
              <w:top w:val="single" w:sz="4" w:space="0" w:color="auto"/>
              <w:left w:val="nil"/>
              <w:bottom w:val="single" w:sz="4" w:space="0" w:color="auto"/>
              <w:right w:val="nil"/>
            </w:tcBorders>
            <w:vAlign w:val="bottom"/>
          </w:tcPr>
          <w:p w14:paraId="0E9740DA"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5B9FB35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8B05A7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08B47BE"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A4C2CEC"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7643EF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146B992B" w14:textId="77777777" w:rsidTr="00790A85">
        <w:trPr>
          <w:trHeight w:val="716"/>
        </w:trPr>
        <w:tc>
          <w:tcPr>
            <w:tcW w:w="8789" w:type="dxa"/>
            <w:tcBorders>
              <w:top w:val="single" w:sz="4" w:space="0" w:color="auto"/>
              <w:left w:val="nil"/>
              <w:bottom w:val="single" w:sz="4" w:space="0" w:color="auto"/>
              <w:right w:val="nil"/>
            </w:tcBorders>
            <w:vAlign w:val="bottom"/>
          </w:tcPr>
          <w:p w14:paraId="011071AD" w14:textId="77777777" w:rsidR="001A3A60" w:rsidRPr="00913A6B" w:rsidRDefault="001A3A60" w:rsidP="00790A85">
            <w:pPr>
              <w:pStyle w:val="a3"/>
              <w:numPr>
                <w:ilvl w:val="0"/>
                <w:numId w:val="12"/>
              </w:numPr>
              <w:rPr>
                <w:rStyle w:val="afc"/>
                <w:rFonts w:ascii="Comic Sans MS" w:hAnsi="Comic Sans MS"/>
                <w:szCs w:val="40"/>
              </w:rPr>
            </w:pPr>
          </w:p>
        </w:tc>
        <w:tc>
          <w:tcPr>
            <w:tcW w:w="482" w:type="dxa"/>
            <w:tcBorders>
              <w:top w:val="nil"/>
              <w:left w:val="nil"/>
              <w:bottom w:val="nil"/>
              <w:right w:val="nil"/>
            </w:tcBorders>
            <w:vAlign w:val="bottom"/>
          </w:tcPr>
          <w:p w14:paraId="6EE5B45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D454EA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6E7D74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73B9570"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3E0DC2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bl>
    <w:p w14:paraId="3EE1F16B" w14:textId="77777777" w:rsidR="001F7FE2" w:rsidRDefault="001F7FE2" w:rsidP="001F7FE2"/>
    <w:p w14:paraId="7EDFD2F8" w14:textId="26CE6139" w:rsidR="00C46AF7" w:rsidRDefault="001F7FE2" w:rsidP="001F7FE2">
      <w:pPr>
        <w:spacing w:before="0" w:after="0" w:line="240" w:lineRule="auto"/>
        <w:jc w:val="left"/>
      </w:pPr>
      <w:r>
        <w:sym w:font="Wingdings" w:char="F023"/>
      </w:r>
      <w:r>
        <w:t>___________________________________________________________________________________________</w:t>
      </w:r>
    </w:p>
    <w:p w14:paraId="6BAD77D1" w14:textId="25FA6B04" w:rsidR="00C46AF7" w:rsidRPr="0057173B" w:rsidRDefault="00B477DE" w:rsidP="00C46AF7">
      <w:pPr>
        <w:spacing w:beforeLines="50" w:before="180" w:after="0"/>
        <w:rPr>
          <w:rFonts w:ascii="Comic Sans MS" w:hAnsi="Comic Sans MS"/>
          <w:szCs w:val="24"/>
        </w:rPr>
      </w:pPr>
      <w:r>
        <w:rPr>
          <w:noProof/>
          <w:szCs w:val="40"/>
          <w:lang w:val="en-US" w:eastAsia="ja-JP" w:bidi="ar-SA"/>
        </w:rPr>
        <w:drawing>
          <wp:anchor distT="0" distB="0" distL="114300" distR="114300" simplePos="0" relativeHeight="251661312" behindDoc="0" locked="0" layoutInCell="1" allowOverlap="1" wp14:anchorId="39BF377A" wp14:editId="4662A745">
            <wp:simplePos x="0" y="0"/>
            <wp:positionH relativeFrom="column">
              <wp:posOffset>5653405</wp:posOffset>
            </wp:positionH>
            <wp:positionV relativeFrom="paragraph">
              <wp:posOffset>223848</wp:posOffset>
            </wp:positionV>
            <wp:extent cx="1380490" cy="234315"/>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0490" cy="234315"/>
                    </a:xfrm>
                    <a:prstGeom prst="rect">
                      <a:avLst/>
                    </a:prstGeom>
                    <a:noFill/>
                    <a:ln>
                      <a:noFill/>
                    </a:ln>
                  </pic:spPr>
                </pic:pic>
              </a:graphicData>
            </a:graphic>
          </wp:anchor>
        </w:drawing>
      </w:r>
      <w:r w:rsidR="00C46AF7" w:rsidRPr="0057173B">
        <w:rPr>
          <w:rFonts w:ascii="Comic Sans MS" w:hAnsi="Comic Sans MS"/>
          <w:sz w:val="32"/>
          <w:szCs w:val="32"/>
        </w:rPr>
        <w:t xml:space="preserve">Stempelrally: </w:t>
      </w:r>
      <w:r w:rsidR="00C46AF7">
        <w:rPr>
          <w:rFonts w:ascii="Comic Sans MS" w:hAnsi="Comic Sans MS"/>
          <w:sz w:val="32"/>
          <w:szCs w:val="32"/>
        </w:rPr>
        <w:t xml:space="preserve">Hast du </w:t>
      </w:r>
      <w:r w:rsidR="0050134E">
        <w:rPr>
          <w:rFonts w:ascii="Comic Sans MS" w:hAnsi="Comic Sans MS"/>
          <w:sz w:val="32"/>
          <w:szCs w:val="32"/>
        </w:rPr>
        <w:t>(</w:t>
      </w:r>
      <w:r w:rsidR="00C46AF7">
        <w:rPr>
          <w:rFonts w:ascii="Comic Sans MS" w:hAnsi="Comic Sans MS"/>
          <w:sz w:val="32"/>
          <w:szCs w:val="32"/>
        </w:rPr>
        <w:t>gestern</w:t>
      </w:r>
      <w:r w:rsidR="0050134E">
        <w:rPr>
          <w:rFonts w:ascii="Comic Sans MS" w:hAnsi="Comic Sans MS"/>
          <w:sz w:val="32"/>
          <w:szCs w:val="32"/>
        </w:rPr>
        <w:t>)</w:t>
      </w:r>
      <w:r w:rsidR="00C46AF7">
        <w:rPr>
          <w:rFonts w:ascii="Comic Sans MS" w:hAnsi="Comic Sans MS"/>
          <w:sz w:val="32"/>
          <w:szCs w:val="32"/>
        </w:rPr>
        <w:t xml:space="preserve"> …? Hast du schon mal …?</w:t>
      </w:r>
      <w:r w:rsidRPr="00B477DE">
        <w:rPr>
          <w:noProof/>
          <w:szCs w:val="40"/>
        </w:rPr>
        <w:t xml:space="preserve"> </w:t>
      </w:r>
    </w:p>
    <w:tbl>
      <w:tblPr>
        <w:tblStyle w:val="af9"/>
        <w:tblW w:w="0" w:type="auto"/>
        <w:tblInd w:w="108" w:type="dxa"/>
        <w:tblLook w:val="04A0" w:firstRow="1" w:lastRow="0" w:firstColumn="1" w:lastColumn="0" w:noHBand="0" w:noVBand="1"/>
      </w:tblPr>
      <w:tblGrid>
        <w:gridCol w:w="8789"/>
        <w:gridCol w:w="482"/>
        <w:gridCol w:w="482"/>
        <w:gridCol w:w="482"/>
        <w:gridCol w:w="482"/>
        <w:gridCol w:w="482"/>
      </w:tblGrid>
      <w:tr w:rsidR="001A3A60" w:rsidRPr="00913A6B" w14:paraId="186BD5D1" w14:textId="77777777" w:rsidTr="00790A85">
        <w:trPr>
          <w:trHeight w:val="716"/>
        </w:trPr>
        <w:tc>
          <w:tcPr>
            <w:tcW w:w="8789" w:type="dxa"/>
            <w:tcBorders>
              <w:top w:val="nil"/>
              <w:left w:val="nil"/>
              <w:bottom w:val="single" w:sz="4" w:space="0" w:color="auto"/>
              <w:right w:val="nil"/>
            </w:tcBorders>
            <w:vAlign w:val="bottom"/>
          </w:tcPr>
          <w:p w14:paraId="78DA735A" w14:textId="77777777" w:rsidR="001A3A60" w:rsidRPr="00C46AF7" w:rsidRDefault="00C46AF7" w:rsidP="00C46AF7">
            <w:pPr>
              <w:rPr>
                <w:rStyle w:val="afc"/>
                <w:rFonts w:ascii="Comic Sans MS" w:hAnsi="Comic Sans MS"/>
                <w:szCs w:val="40"/>
              </w:rPr>
            </w:pPr>
            <w:r w:rsidRPr="00C46AF7">
              <w:rPr>
                <w:rFonts w:ascii="Comic Sans MS" w:hAnsi="Comic Sans MS"/>
              </w:rPr>
              <w:t xml:space="preserve">Schreiben: Wochenende, Krimi lesen </w:t>
            </w:r>
            <w:r w:rsidRPr="00C46AF7">
              <w:rPr>
                <w:rFonts w:ascii="Comic Sans MS" w:hAnsi="Comic Sans MS"/>
              </w:rPr>
              <w:br/>
              <w:t>Sagen: Hast du am Wochenende einen Krimi gelesen?</w:t>
            </w:r>
          </w:p>
        </w:tc>
        <w:tc>
          <w:tcPr>
            <w:tcW w:w="482" w:type="dxa"/>
            <w:tcBorders>
              <w:top w:val="nil"/>
              <w:left w:val="nil"/>
              <w:bottom w:val="nil"/>
              <w:right w:val="nil"/>
            </w:tcBorders>
            <w:vAlign w:val="bottom"/>
          </w:tcPr>
          <w:p w14:paraId="6F88293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5A24E5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EA44954"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F9E00AC"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B8C8234"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1DFD74A3" w14:textId="77777777" w:rsidTr="00790A85">
        <w:trPr>
          <w:trHeight w:val="716"/>
        </w:trPr>
        <w:tc>
          <w:tcPr>
            <w:tcW w:w="8789" w:type="dxa"/>
            <w:tcBorders>
              <w:top w:val="single" w:sz="4" w:space="0" w:color="auto"/>
              <w:left w:val="nil"/>
              <w:bottom w:val="single" w:sz="4" w:space="0" w:color="auto"/>
              <w:right w:val="nil"/>
            </w:tcBorders>
            <w:vAlign w:val="bottom"/>
          </w:tcPr>
          <w:p w14:paraId="7BF66CFE" w14:textId="50A1AB9C" w:rsidR="001A3A60" w:rsidRPr="001835A1" w:rsidRDefault="001835A1" w:rsidP="001835A1">
            <w:pPr>
              <w:rPr>
                <w:rStyle w:val="afc"/>
                <w:rFonts w:ascii="Comic Sans MS" w:hAnsi="Comic Sans MS"/>
                <w:szCs w:val="40"/>
              </w:rPr>
            </w:pPr>
            <w:r>
              <w:rPr>
                <w:rStyle w:val="afc"/>
                <w:rFonts w:ascii="Comic Sans MS" w:hAnsi="Comic Sans MS" w:hint="eastAsia"/>
                <w:szCs w:val="40"/>
              </w:rPr>
              <w:t>S</w:t>
            </w:r>
            <w:r>
              <w:rPr>
                <w:rStyle w:val="afc"/>
                <w:rFonts w:ascii="Comic Sans MS" w:hAnsi="Comic Sans MS"/>
                <w:szCs w:val="40"/>
              </w:rPr>
              <w:t>chreiben: Deutschland, fliegen</w:t>
            </w:r>
            <w:r>
              <w:rPr>
                <w:rStyle w:val="afc"/>
                <w:rFonts w:ascii="Comic Sans MS" w:hAnsi="Comic Sans MS"/>
                <w:szCs w:val="40"/>
              </w:rPr>
              <w:br/>
              <w:t>Sagen: Bist du schon mal nach Deutschland geflogen?</w:t>
            </w:r>
          </w:p>
        </w:tc>
        <w:tc>
          <w:tcPr>
            <w:tcW w:w="482" w:type="dxa"/>
            <w:tcBorders>
              <w:top w:val="nil"/>
              <w:left w:val="nil"/>
              <w:bottom w:val="nil"/>
              <w:right w:val="nil"/>
            </w:tcBorders>
            <w:vAlign w:val="bottom"/>
          </w:tcPr>
          <w:p w14:paraId="37C043B6"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5F26545"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F240533"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3E8360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E6E068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4B02ECE3" w14:textId="77777777" w:rsidTr="00790A85">
        <w:trPr>
          <w:trHeight w:val="716"/>
        </w:trPr>
        <w:tc>
          <w:tcPr>
            <w:tcW w:w="8789" w:type="dxa"/>
            <w:tcBorders>
              <w:top w:val="single" w:sz="4" w:space="0" w:color="auto"/>
              <w:left w:val="nil"/>
              <w:bottom w:val="single" w:sz="4" w:space="0" w:color="auto"/>
              <w:right w:val="nil"/>
            </w:tcBorders>
            <w:vAlign w:val="bottom"/>
          </w:tcPr>
          <w:p w14:paraId="1F7053E7" w14:textId="77777777" w:rsidR="001A3A60" w:rsidRPr="00913A6B" w:rsidRDefault="001A3A60" w:rsidP="00790A85">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334F91B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E9620A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06F743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ECA621C"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52296DF"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315D2D5D" w14:textId="77777777" w:rsidTr="00790A85">
        <w:trPr>
          <w:trHeight w:val="716"/>
        </w:trPr>
        <w:tc>
          <w:tcPr>
            <w:tcW w:w="8789" w:type="dxa"/>
            <w:tcBorders>
              <w:top w:val="single" w:sz="4" w:space="0" w:color="auto"/>
              <w:left w:val="nil"/>
              <w:bottom w:val="single" w:sz="4" w:space="0" w:color="auto"/>
              <w:right w:val="nil"/>
            </w:tcBorders>
            <w:vAlign w:val="bottom"/>
          </w:tcPr>
          <w:p w14:paraId="4A468E51" w14:textId="77777777" w:rsidR="001A3A60" w:rsidRPr="00913A6B" w:rsidRDefault="001A3A60" w:rsidP="00790A85">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0FCE88B4"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015F1B9D"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8B30EAF"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8470F5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92451A6"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7B40BF00" w14:textId="77777777" w:rsidTr="00790A85">
        <w:trPr>
          <w:trHeight w:val="716"/>
        </w:trPr>
        <w:tc>
          <w:tcPr>
            <w:tcW w:w="8789" w:type="dxa"/>
            <w:tcBorders>
              <w:top w:val="single" w:sz="4" w:space="0" w:color="auto"/>
              <w:left w:val="nil"/>
              <w:bottom w:val="single" w:sz="4" w:space="0" w:color="auto"/>
              <w:right w:val="nil"/>
            </w:tcBorders>
            <w:vAlign w:val="bottom"/>
          </w:tcPr>
          <w:p w14:paraId="5EA21D61" w14:textId="77777777" w:rsidR="001A3A60" w:rsidRPr="00913A6B" w:rsidRDefault="001A3A60" w:rsidP="00790A85">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0C4DEED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24D0E828"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D66FA8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2A60F7E"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7AD37C0"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58674EE2" w14:textId="77777777" w:rsidTr="00790A85">
        <w:trPr>
          <w:trHeight w:val="716"/>
        </w:trPr>
        <w:tc>
          <w:tcPr>
            <w:tcW w:w="8789" w:type="dxa"/>
            <w:tcBorders>
              <w:top w:val="single" w:sz="4" w:space="0" w:color="auto"/>
              <w:left w:val="nil"/>
              <w:bottom w:val="single" w:sz="4" w:space="0" w:color="auto"/>
              <w:right w:val="nil"/>
            </w:tcBorders>
            <w:vAlign w:val="bottom"/>
          </w:tcPr>
          <w:p w14:paraId="7DEC65AC" w14:textId="77777777" w:rsidR="001A3A60" w:rsidRPr="00913A6B" w:rsidRDefault="001A3A60" w:rsidP="00790A85">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71056F4B"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88B7B2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1A01024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3C0452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22A3605"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10A4BC82" w14:textId="77777777" w:rsidTr="00790A85">
        <w:trPr>
          <w:trHeight w:val="716"/>
        </w:trPr>
        <w:tc>
          <w:tcPr>
            <w:tcW w:w="8789" w:type="dxa"/>
            <w:tcBorders>
              <w:top w:val="single" w:sz="4" w:space="0" w:color="auto"/>
              <w:left w:val="nil"/>
              <w:bottom w:val="single" w:sz="4" w:space="0" w:color="auto"/>
              <w:right w:val="nil"/>
            </w:tcBorders>
            <w:vAlign w:val="bottom"/>
          </w:tcPr>
          <w:p w14:paraId="0E4A11B1" w14:textId="77777777" w:rsidR="001A3A60" w:rsidRPr="00913A6B" w:rsidRDefault="001A3A60" w:rsidP="00790A85">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4A9561C2"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FD41AA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70E7372"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06FB7E7"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8EEEA71"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835A1" w:rsidRPr="00913A6B" w14:paraId="4B6C4205" w14:textId="77777777" w:rsidTr="00A766B4">
        <w:trPr>
          <w:trHeight w:val="716"/>
        </w:trPr>
        <w:tc>
          <w:tcPr>
            <w:tcW w:w="8789" w:type="dxa"/>
            <w:tcBorders>
              <w:top w:val="single" w:sz="4" w:space="0" w:color="auto"/>
              <w:left w:val="nil"/>
              <w:bottom w:val="single" w:sz="4" w:space="0" w:color="auto"/>
              <w:right w:val="nil"/>
            </w:tcBorders>
            <w:vAlign w:val="bottom"/>
          </w:tcPr>
          <w:p w14:paraId="429E3DC6" w14:textId="77777777" w:rsidR="001835A1" w:rsidRPr="00913A6B" w:rsidRDefault="001835A1" w:rsidP="00A766B4">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4BB4AC39" w14:textId="77777777" w:rsidR="001835A1" w:rsidRPr="00913A6B" w:rsidRDefault="001835A1" w:rsidP="00A766B4">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D3FDD19" w14:textId="77777777" w:rsidR="001835A1" w:rsidRPr="00913A6B" w:rsidRDefault="001835A1" w:rsidP="00A766B4">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611F27B" w14:textId="77777777" w:rsidR="001835A1" w:rsidRPr="00913A6B" w:rsidRDefault="001835A1" w:rsidP="00A766B4">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9902FD3" w14:textId="77777777" w:rsidR="001835A1" w:rsidRPr="00913A6B" w:rsidRDefault="001835A1" w:rsidP="00A766B4">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6B879501" w14:textId="77777777" w:rsidR="001835A1" w:rsidRPr="00913A6B" w:rsidRDefault="001835A1" w:rsidP="00A766B4">
            <w:pPr>
              <w:jc w:val="center"/>
              <w:rPr>
                <w:rStyle w:val="afc"/>
                <w:rFonts w:ascii="Comic Sans MS" w:hAnsi="Comic Sans MS"/>
                <w:sz w:val="28"/>
                <w:szCs w:val="28"/>
              </w:rPr>
            </w:pPr>
            <w:r w:rsidRPr="00913A6B">
              <w:rPr>
                <w:rFonts w:ascii="Comic Sans MS" w:hAnsi="Comic Sans MS"/>
                <w:sz w:val="28"/>
                <w:szCs w:val="28"/>
              </w:rPr>
              <w:sym w:font="Wingdings" w:char="F0A8"/>
            </w:r>
          </w:p>
        </w:tc>
      </w:tr>
      <w:tr w:rsidR="001A3A60" w:rsidRPr="00913A6B" w14:paraId="3C4F7CE0" w14:textId="77777777" w:rsidTr="00790A85">
        <w:trPr>
          <w:trHeight w:val="716"/>
        </w:trPr>
        <w:tc>
          <w:tcPr>
            <w:tcW w:w="8789" w:type="dxa"/>
            <w:tcBorders>
              <w:top w:val="single" w:sz="4" w:space="0" w:color="auto"/>
              <w:left w:val="nil"/>
              <w:bottom w:val="single" w:sz="4" w:space="0" w:color="auto"/>
              <w:right w:val="nil"/>
            </w:tcBorders>
            <w:vAlign w:val="bottom"/>
          </w:tcPr>
          <w:p w14:paraId="1AE07755" w14:textId="77777777" w:rsidR="001A3A60" w:rsidRPr="00913A6B" w:rsidRDefault="001A3A60" w:rsidP="00790A85">
            <w:pPr>
              <w:pStyle w:val="a3"/>
              <w:numPr>
                <w:ilvl w:val="0"/>
                <w:numId w:val="13"/>
              </w:numPr>
              <w:rPr>
                <w:rStyle w:val="afc"/>
                <w:rFonts w:ascii="Comic Sans MS" w:hAnsi="Comic Sans MS"/>
                <w:szCs w:val="40"/>
              </w:rPr>
            </w:pPr>
          </w:p>
        </w:tc>
        <w:tc>
          <w:tcPr>
            <w:tcW w:w="482" w:type="dxa"/>
            <w:tcBorders>
              <w:top w:val="nil"/>
              <w:left w:val="nil"/>
              <w:bottom w:val="nil"/>
              <w:right w:val="nil"/>
            </w:tcBorders>
            <w:vAlign w:val="bottom"/>
          </w:tcPr>
          <w:p w14:paraId="304EC2E2"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58972B1F"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3A5E27FE"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49310C0C"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c>
          <w:tcPr>
            <w:tcW w:w="482" w:type="dxa"/>
            <w:tcBorders>
              <w:top w:val="nil"/>
              <w:left w:val="nil"/>
              <w:bottom w:val="nil"/>
              <w:right w:val="nil"/>
            </w:tcBorders>
            <w:vAlign w:val="bottom"/>
          </w:tcPr>
          <w:p w14:paraId="79A7FADA" w14:textId="77777777" w:rsidR="001A3A60" w:rsidRPr="00913A6B" w:rsidRDefault="001A3A60" w:rsidP="00790A85">
            <w:pPr>
              <w:jc w:val="center"/>
              <w:rPr>
                <w:rStyle w:val="afc"/>
                <w:rFonts w:ascii="Comic Sans MS" w:hAnsi="Comic Sans MS"/>
                <w:sz w:val="28"/>
                <w:szCs w:val="28"/>
              </w:rPr>
            </w:pPr>
            <w:r w:rsidRPr="00913A6B">
              <w:rPr>
                <w:rFonts w:ascii="Comic Sans MS" w:hAnsi="Comic Sans MS"/>
                <w:sz w:val="28"/>
                <w:szCs w:val="28"/>
              </w:rPr>
              <w:sym w:font="Wingdings" w:char="F0A8"/>
            </w:r>
          </w:p>
        </w:tc>
      </w:tr>
    </w:tbl>
    <w:p w14:paraId="35C268FD" w14:textId="4C0288BF" w:rsidR="00CC4442" w:rsidRDefault="001A3A60" w:rsidP="001A3A60">
      <w:pPr>
        <w:pStyle w:val="a4"/>
      </w:pPr>
      <w:r>
        <w:rPr>
          <w:rFonts w:hint="eastAsia"/>
        </w:rPr>
        <w:lastRenderedPageBreak/>
        <w:t>S</w:t>
      </w:r>
      <w:r>
        <w:t>tempelrally</w:t>
      </w:r>
      <w:r w:rsidR="00866E99">
        <w:t xml:space="preserve"> –</w:t>
      </w:r>
      <w:r>
        <w:t xml:space="preserve"> </w:t>
      </w:r>
      <w:r w:rsidR="00FE4BAF">
        <w:t>Satzakzent</w:t>
      </w:r>
      <w:r>
        <w:t xml:space="preserve"> </w:t>
      </w:r>
      <w:r w:rsidR="00FE4BAF">
        <w:t>Perfekt</w:t>
      </w:r>
    </w:p>
    <w:p w14:paraId="7E428826" w14:textId="1F5C2EE9" w:rsidR="001A3A60" w:rsidRDefault="001A3A60" w:rsidP="00BC55E5">
      <w:pPr>
        <w:pStyle w:val="Auflistung1"/>
      </w:pPr>
      <w:r>
        <w:t>Ein A4-Blatt für zwei Lernende.</w:t>
      </w:r>
      <w:r w:rsidR="00BC55E5">
        <w:t xml:space="preserve"> Bitte kopieren und durchschneiden. </w:t>
      </w:r>
    </w:p>
    <w:p w14:paraId="596E1CA1" w14:textId="77777777" w:rsidR="001A3A60" w:rsidRPr="001A3A60" w:rsidRDefault="001A3A60" w:rsidP="001A3A60"/>
    <w:p w14:paraId="61A2194D" w14:textId="77777777" w:rsidR="007F06B8" w:rsidRPr="004E6C22" w:rsidRDefault="007F06B8" w:rsidP="007F06B8">
      <w:pPr>
        <w:pStyle w:val="berschrift6"/>
      </w:pPr>
      <w:bookmarkStart w:id="0" w:name="_Hlk6770009"/>
      <w:bookmarkStart w:id="1" w:name="_GoBack"/>
      <w:bookmarkEnd w:id="1"/>
      <w:r w:rsidRPr="004E6C22">
        <w:t>Regeln, Spielverlauf</w:t>
      </w:r>
    </w:p>
    <w:p w14:paraId="22B197D6" w14:textId="77777777" w:rsidR="007F06B8" w:rsidRDefault="007F06B8" w:rsidP="007F06B8">
      <w:pPr>
        <w:pStyle w:val="Auflistung1"/>
        <w:ind w:left="360" w:hangingChars="150" w:hanging="360"/>
      </w:pPr>
      <w:bookmarkStart w:id="2" w:name="_Hlk6769998"/>
      <w:bookmarkEnd w:id="0"/>
      <w:r w:rsidRPr="004E6C22">
        <w:t xml:space="preserve">Die Lernenden </w:t>
      </w:r>
      <w:r>
        <w:t>überlegen sich Sätze wie die Folgenden:</w:t>
      </w:r>
    </w:p>
    <w:p w14:paraId="121A9FB2" w14:textId="77777777" w:rsidR="007F06B8" w:rsidRDefault="007F06B8" w:rsidP="007F06B8">
      <w:pPr>
        <w:pStyle w:val="Auflistung2"/>
        <w:ind w:left="720" w:right="240" w:hanging="360"/>
      </w:pPr>
      <w:r>
        <w:t>darüber, was sie in letzter Zeit gemacht haben: z.B. „Ich habe am Wochenende einen Krimi gelesen.“</w:t>
      </w:r>
    </w:p>
    <w:p w14:paraId="226D36EC" w14:textId="77777777" w:rsidR="007F06B8" w:rsidRDefault="007F06B8" w:rsidP="007F06B8">
      <w:pPr>
        <w:pStyle w:val="Auflistung2"/>
        <w:ind w:left="720" w:right="240" w:hanging="360"/>
      </w:pPr>
      <w:r>
        <w:t>oder über eine Erfahrung: z.B. „Ich bin schon mal nach Deutschland geflogen.“</w:t>
      </w:r>
    </w:p>
    <w:p w14:paraId="52E0CB9B" w14:textId="77777777" w:rsidR="007F06B8" w:rsidRDefault="007F06B8" w:rsidP="007F06B8">
      <w:pPr>
        <w:pStyle w:val="Auflistung1"/>
        <w:ind w:left="360" w:hangingChars="150" w:hanging="360"/>
      </w:pPr>
      <w:r>
        <w:t>Sie schreiben den Inhalt der Sätze als Stichpunkte in das Formular: z.</w:t>
      </w:r>
      <w:r w:rsidRPr="0050134E">
        <w:rPr>
          <w:bCs/>
        </w:rPr>
        <w:t>B. „Wochenende, Krimi lesen“</w:t>
      </w:r>
      <w:r>
        <w:rPr>
          <w:bCs/>
        </w:rPr>
        <w:t xml:space="preserve"> (und nicht schon als Sätze oder Fragen ausformuliert, weil sie ja nicht ablesen, sondern spontan Formulieren sollen). </w:t>
      </w:r>
    </w:p>
    <w:p w14:paraId="14EFEB47" w14:textId="77777777" w:rsidR="007F06B8" w:rsidRDefault="007F06B8" w:rsidP="007F06B8">
      <w:pPr>
        <w:pStyle w:val="Auflistung1"/>
        <w:ind w:left="360" w:hangingChars="150" w:hanging="360"/>
      </w:pPr>
      <w:r>
        <w:rPr>
          <w:rFonts w:hint="eastAsia"/>
        </w:rPr>
        <w:t>D</w:t>
      </w:r>
      <w:r>
        <w:t>ann gehen sie mit dem Arbeitsblatt im Klassenraum herum und fragen möglichst viele andere, ob sie dasselbe gemacht haben, indem sie die Sätze als Ja/Nein-Frage formulieren: „Hast du am Wochenende einen Krimi gelesen?“ Oder „Hast/Bist du schon mal …?“ Wenn die Frage mit Ja beantwortet wird, machen sie ein Häkchen (</w:t>
      </w:r>
      <w:r w:rsidRPr="001F6609">
        <w:sym w:font="Wingdings" w:char="F0FC"/>
      </w:r>
      <w:r>
        <w:t>) in ein Kästchen hinter dem Satz.</w:t>
      </w:r>
    </w:p>
    <w:p w14:paraId="5321C0D5" w14:textId="77777777" w:rsidR="007F06B8" w:rsidRPr="004E6C22" w:rsidRDefault="007F06B8" w:rsidP="007F06B8">
      <w:pPr>
        <w:pStyle w:val="Auflistung2"/>
        <w:ind w:left="720" w:right="240" w:hanging="360"/>
      </w:pPr>
      <w:r w:rsidRPr="008214E0">
        <w:sym w:font="Wingdings" w:char="F046"/>
      </w:r>
      <w:r w:rsidRPr="008214E0">
        <w:t xml:space="preserve"> </w:t>
      </w:r>
      <w:r>
        <w:t xml:space="preserve">Schreiben Sie ggf. die Redemittel </w:t>
      </w:r>
      <w:r>
        <w:rPr>
          <w:i/>
          <w:iCs/>
        </w:rPr>
        <w:t xml:space="preserve">Hast du schon mal …? </w:t>
      </w:r>
      <w:r w:rsidRPr="00F901C2">
        <w:rPr>
          <w:i/>
          <w:iCs/>
        </w:rPr>
        <w:sym w:font="Wingdings" w:char="F0E0"/>
      </w:r>
      <w:r>
        <w:rPr>
          <w:i/>
          <w:iCs/>
        </w:rPr>
        <w:t xml:space="preserve"> Ja, ich habe schon mal … / Nein, ich habe noch nie …</w:t>
      </w:r>
      <w:r>
        <w:t xml:space="preserve"> an die Tafel</w:t>
      </w:r>
    </w:p>
    <w:p w14:paraId="50EF9481" w14:textId="77777777" w:rsidR="007F06B8" w:rsidRDefault="007F06B8" w:rsidP="007F06B8">
      <w:pPr>
        <w:pStyle w:val="Auflistung1"/>
        <w:ind w:left="360" w:hangingChars="150" w:hanging="360"/>
      </w:pPr>
      <w:r>
        <w:rPr>
          <w:rFonts w:hint="eastAsia"/>
        </w:rPr>
        <w:t>Z</w:t>
      </w:r>
      <w:r>
        <w:t>iel ist es möglichst viele Klassenkameradinnen zu finden, auf die dasselbe gemacht oder erlebt haben.</w:t>
      </w:r>
      <w:bookmarkEnd w:id="2"/>
    </w:p>
    <w:p w14:paraId="1220ECA3" w14:textId="77777777" w:rsidR="007F06B8" w:rsidRDefault="007F06B8" w:rsidP="007F06B8"/>
    <w:p w14:paraId="1422DF8A" w14:textId="77777777" w:rsidR="007F06B8" w:rsidRPr="006902DF" w:rsidRDefault="007F06B8" w:rsidP="007F06B8">
      <w:r w:rsidRPr="008214E0">
        <w:sym w:font="Wingdings" w:char="F046"/>
      </w:r>
      <w:r w:rsidRPr="008214E0">
        <w:t xml:space="preserve"> Hinweis:</w:t>
      </w:r>
      <w:r>
        <w:t xml:space="preserve"> Es können je nach Zeit und Niveau der Lernenden auch weniger Sätze geschrieben werden. </w:t>
      </w:r>
    </w:p>
    <w:p w14:paraId="18E67F10" w14:textId="77777777" w:rsidR="007F06B8" w:rsidRPr="005620A5" w:rsidRDefault="007F06B8" w:rsidP="007F06B8">
      <w:r w:rsidRPr="00D76834">
        <w:sym w:font="Wingdings" w:char="F046"/>
      </w:r>
      <w:r w:rsidRPr="00D76834">
        <w:t xml:space="preserve"> Tipp:</w:t>
      </w:r>
      <w:r>
        <w:t xml:space="preserve"> Zur Vorentlastung, oder wenn man als Lehrperson mehr Kontrolle über die Korrektheit der formulierten Fragen haben möchte, kann man sie auch an der Tafel sammeln lassen (mehrere Stücke Kreide oder Whiteboard-Marker an die Tafel legen) und die Lernenden können dann frei an die Tafel schreiben. Dann kann man die Fragen im Plenum gemeinsam durchgehen, den Satzakzent einzeichnen und die Aussprach noch einmal üben.</w:t>
      </w:r>
    </w:p>
    <w:p w14:paraId="45AD61E2" w14:textId="77777777" w:rsidR="007F06B8" w:rsidRDefault="007F06B8" w:rsidP="00F901C2">
      <w:pPr>
        <w:pStyle w:val="Auflistung1"/>
        <w:numPr>
          <w:ilvl w:val="0"/>
          <w:numId w:val="0"/>
        </w:numPr>
        <w:ind w:left="420" w:hanging="420"/>
      </w:pPr>
    </w:p>
    <w:p w14:paraId="688C9F3B" w14:textId="77777777" w:rsidR="00511393" w:rsidRPr="004E6C22" w:rsidRDefault="00511393" w:rsidP="00511393">
      <w:pPr>
        <w:pStyle w:val="berschrift6"/>
      </w:pPr>
      <w:r w:rsidRPr="004E6C22">
        <w:t>Tipp</w:t>
      </w:r>
    </w:p>
    <w:p w14:paraId="22FCB6AF" w14:textId="77777777" w:rsidR="001A3A60" w:rsidRPr="00644FEC" w:rsidRDefault="001A3A60" w:rsidP="001A3A60">
      <w:pPr>
        <w:pStyle w:val="Auflistung1"/>
      </w:pPr>
      <w:r w:rsidRPr="00644FEC">
        <w:rPr>
          <w:rFonts w:hint="eastAsia"/>
        </w:rPr>
        <w:t>A</w:t>
      </w:r>
      <w:r w:rsidRPr="00644FEC">
        <w:t>uch hier sollten die Lernenden gegenseitig darauf aufpassen, dass die Fragen und Antworten zunächst mehrmals wiederholt werden, so dass sie fließend ausgesprochen werden und der Satzakzent realisiert werden kann</w:t>
      </w:r>
      <w:r w:rsidR="00BB72E8">
        <w:t>.</w:t>
      </w:r>
      <w:r w:rsidRPr="00644FEC">
        <w:t xml:space="preserve"> </w:t>
      </w:r>
      <w:r w:rsidR="00BB72E8">
        <w:br/>
      </w:r>
      <w:r w:rsidR="00BB72E8" w:rsidRPr="008130AD">
        <w:sym w:font="Wingdings" w:char="F0E0"/>
      </w:r>
      <w:r w:rsidR="00BB72E8">
        <w:t xml:space="preserve"> </w:t>
      </w:r>
      <w:r w:rsidRPr="00644FEC">
        <w:t>Wie, bitte-Regel</w:t>
      </w:r>
      <w:r w:rsidR="00BB72E8">
        <w:t>: Übungspartner soll immer „Wie, bitte?“ sagen, wenn der Satz nicht fließend ausgesprochen wurde.</w:t>
      </w:r>
    </w:p>
    <w:p w14:paraId="53F925A6" w14:textId="77777777" w:rsidR="00511393" w:rsidRPr="001A3A60" w:rsidRDefault="00511393" w:rsidP="00511393">
      <w:pPr>
        <w:spacing w:before="0" w:after="0"/>
        <w:rPr>
          <w:rStyle w:val="afc"/>
          <w:szCs w:val="40"/>
        </w:rPr>
      </w:pPr>
    </w:p>
    <w:sectPr w:rsidR="00511393" w:rsidRPr="001A3A60" w:rsidSect="003A4106">
      <w:pgSz w:w="11906" w:h="16838"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872EF" w14:textId="77777777" w:rsidR="00AE55E2" w:rsidRDefault="00AE55E2">
      <w:r>
        <w:separator/>
      </w:r>
    </w:p>
  </w:endnote>
  <w:endnote w:type="continuationSeparator" w:id="0">
    <w:p w14:paraId="60F75561" w14:textId="77777777" w:rsidR="00AE55E2" w:rsidRDefault="00AE5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C5207" w14:textId="77777777" w:rsidR="00AE55E2" w:rsidRDefault="00AE55E2">
      <w:r>
        <w:separator/>
      </w:r>
    </w:p>
  </w:footnote>
  <w:footnote w:type="continuationSeparator" w:id="0">
    <w:p w14:paraId="5D26CC6E" w14:textId="77777777" w:rsidR="00AE55E2" w:rsidRDefault="00AE5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shadow/>
        <w:emboss w:val="0"/>
        <w:imprint w:val="0"/>
        <w:color w:val="auto"/>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EAE0E8C"/>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26F30F7"/>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8"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8014B00"/>
    <w:multiLevelType w:val="hybridMultilevel"/>
    <w:tmpl w:val="6FA4471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FD55F80"/>
    <w:multiLevelType w:val="hybridMultilevel"/>
    <w:tmpl w:val="284078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7"/>
  </w:num>
  <w:num w:numId="3">
    <w:abstractNumId w:val="8"/>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2"/>
  </w:num>
  <w:num w:numId="10">
    <w:abstractNumId w:val="4"/>
  </w:num>
  <w:num w:numId="11">
    <w:abstractNumId w:val="6"/>
  </w:num>
  <w:num w:numId="12">
    <w:abstractNumId w:val="10"/>
  </w:num>
  <w:num w:numId="13">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en-US" w:vendorID="64" w:dllVersion="0" w:nlCheck="1" w:checkStyle="0"/>
  <w:activeWritingStyle w:appName="MSWord" w:lang="de-DE" w:vendorID="64" w:dllVersion="0" w:nlCheck="1" w:checkStyle="0"/>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C4442"/>
    <w:rsid w:val="00013A07"/>
    <w:rsid w:val="0001428C"/>
    <w:rsid w:val="00017052"/>
    <w:rsid w:val="00067DEB"/>
    <w:rsid w:val="00082E87"/>
    <w:rsid w:val="00090FB9"/>
    <w:rsid w:val="00094B72"/>
    <w:rsid w:val="00094CDA"/>
    <w:rsid w:val="00095549"/>
    <w:rsid w:val="000A495F"/>
    <w:rsid w:val="000C2DCE"/>
    <w:rsid w:val="000C5971"/>
    <w:rsid w:val="000E0A98"/>
    <w:rsid w:val="000E65A2"/>
    <w:rsid w:val="000F71AF"/>
    <w:rsid w:val="00111247"/>
    <w:rsid w:val="00166CE5"/>
    <w:rsid w:val="00172788"/>
    <w:rsid w:val="001735C4"/>
    <w:rsid w:val="00174B19"/>
    <w:rsid w:val="001835A1"/>
    <w:rsid w:val="00185B4C"/>
    <w:rsid w:val="00193497"/>
    <w:rsid w:val="001A35B2"/>
    <w:rsid w:val="001A3A60"/>
    <w:rsid w:val="001A43F9"/>
    <w:rsid w:val="001B6B8E"/>
    <w:rsid w:val="001D0FE6"/>
    <w:rsid w:val="001D2588"/>
    <w:rsid w:val="001D342B"/>
    <w:rsid w:val="001E0589"/>
    <w:rsid w:val="001F0289"/>
    <w:rsid w:val="001F7FE2"/>
    <w:rsid w:val="00210D3A"/>
    <w:rsid w:val="00211491"/>
    <w:rsid w:val="00223895"/>
    <w:rsid w:val="002320B4"/>
    <w:rsid w:val="00251C60"/>
    <w:rsid w:val="0026463B"/>
    <w:rsid w:val="002665F4"/>
    <w:rsid w:val="00266FF6"/>
    <w:rsid w:val="00267A50"/>
    <w:rsid w:val="00274AC0"/>
    <w:rsid w:val="00275E36"/>
    <w:rsid w:val="00280367"/>
    <w:rsid w:val="00283E89"/>
    <w:rsid w:val="002927AB"/>
    <w:rsid w:val="00296274"/>
    <w:rsid w:val="002A1454"/>
    <w:rsid w:val="002A53BF"/>
    <w:rsid w:val="002B2BCE"/>
    <w:rsid w:val="002B4536"/>
    <w:rsid w:val="002B6281"/>
    <w:rsid w:val="002C40F4"/>
    <w:rsid w:val="002C4B6B"/>
    <w:rsid w:val="002C7C03"/>
    <w:rsid w:val="002D2DD6"/>
    <w:rsid w:val="002D7A1C"/>
    <w:rsid w:val="002E3906"/>
    <w:rsid w:val="00302460"/>
    <w:rsid w:val="003073BC"/>
    <w:rsid w:val="00312D7F"/>
    <w:rsid w:val="003140FE"/>
    <w:rsid w:val="003233AF"/>
    <w:rsid w:val="00324899"/>
    <w:rsid w:val="00340037"/>
    <w:rsid w:val="00346C81"/>
    <w:rsid w:val="00361C7D"/>
    <w:rsid w:val="003677C5"/>
    <w:rsid w:val="00370829"/>
    <w:rsid w:val="0037786A"/>
    <w:rsid w:val="00387C54"/>
    <w:rsid w:val="00390E7E"/>
    <w:rsid w:val="00390F6E"/>
    <w:rsid w:val="00391B37"/>
    <w:rsid w:val="003A4106"/>
    <w:rsid w:val="003A5C22"/>
    <w:rsid w:val="003B60ED"/>
    <w:rsid w:val="003C3D20"/>
    <w:rsid w:val="003C75D0"/>
    <w:rsid w:val="003E13A1"/>
    <w:rsid w:val="003E5B86"/>
    <w:rsid w:val="003F3C11"/>
    <w:rsid w:val="003F6497"/>
    <w:rsid w:val="00401CB7"/>
    <w:rsid w:val="00412609"/>
    <w:rsid w:val="00420D44"/>
    <w:rsid w:val="00432DEB"/>
    <w:rsid w:val="00440D70"/>
    <w:rsid w:val="00450CD8"/>
    <w:rsid w:val="004525FA"/>
    <w:rsid w:val="00456355"/>
    <w:rsid w:val="00460E6A"/>
    <w:rsid w:val="004611D7"/>
    <w:rsid w:val="00461C6F"/>
    <w:rsid w:val="004642BE"/>
    <w:rsid w:val="0046713D"/>
    <w:rsid w:val="004703B2"/>
    <w:rsid w:val="00481379"/>
    <w:rsid w:val="004879CA"/>
    <w:rsid w:val="00491569"/>
    <w:rsid w:val="0049212F"/>
    <w:rsid w:val="00492583"/>
    <w:rsid w:val="004A5C95"/>
    <w:rsid w:val="004B183C"/>
    <w:rsid w:val="004B542B"/>
    <w:rsid w:val="004E3E7E"/>
    <w:rsid w:val="004F5252"/>
    <w:rsid w:val="004F7CCA"/>
    <w:rsid w:val="0050134E"/>
    <w:rsid w:val="00510ADC"/>
    <w:rsid w:val="00511393"/>
    <w:rsid w:val="00511F39"/>
    <w:rsid w:val="00515231"/>
    <w:rsid w:val="00517AE8"/>
    <w:rsid w:val="00525382"/>
    <w:rsid w:val="00525EF1"/>
    <w:rsid w:val="005362B0"/>
    <w:rsid w:val="005638B3"/>
    <w:rsid w:val="005641EE"/>
    <w:rsid w:val="00565535"/>
    <w:rsid w:val="0057173B"/>
    <w:rsid w:val="00571B8F"/>
    <w:rsid w:val="005830AF"/>
    <w:rsid w:val="00587564"/>
    <w:rsid w:val="00590654"/>
    <w:rsid w:val="00591D2B"/>
    <w:rsid w:val="005D2B6D"/>
    <w:rsid w:val="005D30D9"/>
    <w:rsid w:val="005E5E67"/>
    <w:rsid w:val="005F0D42"/>
    <w:rsid w:val="00607736"/>
    <w:rsid w:val="0061387C"/>
    <w:rsid w:val="00630DFF"/>
    <w:rsid w:val="006372A0"/>
    <w:rsid w:val="00653F66"/>
    <w:rsid w:val="00654565"/>
    <w:rsid w:val="00673FFE"/>
    <w:rsid w:val="00691C51"/>
    <w:rsid w:val="00691FFB"/>
    <w:rsid w:val="00692F94"/>
    <w:rsid w:val="006A6AD8"/>
    <w:rsid w:val="006A6DA1"/>
    <w:rsid w:val="006C4FC4"/>
    <w:rsid w:val="006D3C1D"/>
    <w:rsid w:val="006F0D41"/>
    <w:rsid w:val="00724EAF"/>
    <w:rsid w:val="00736F6E"/>
    <w:rsid w:val="00741445"/>
    <w:rsid w:val="00745EC0"/>
    <w:rsid w:val="007544E4"/>
    <w:rsid w:val="00754DC3"/>
    <w:rsid w:val="007573A7"/>
    <w:rsid w:val="00766F04"/>
    <w:rsid w:val="00780DA0"/>
    <w:rsid w:val="00792051"/>
    <w:rsid w:val="00793826"/>
    <w:rsid w:val="007A0E37"/>
    <w:rsid w:val="007B6A6D"/>
    <w:rsid w:val="007C46F0"/>
    <w:rsid w:val="007C4B1D"/>
    <w:rsid w:val="007D3706"/>
    <w:rsid w:val="007D5B75"/>
    <w:rsid w:val="007F06B8"/>
    <w:rsid w:val="007F722D"/>
    <w:rsid w:val="00813B7C"/>
    <w:rsid w:val="00823DC2"/>
    <w:rsid w:val="008402C6"/>
    <w:rsid w:val="00853DC7"/>
    <w:rsid w:val="00866E99"/>
    <w:rsid w:val="00874964"/>
    <w:rsid w:val="00881717"/>
    <w:rsid w:val="00883F39"/>
    <w:rsid w:val="008B7727"/>
    <w:rsid w:val="008F1E78"/>
    <w:rsid w:val="008F41CA"/>
    <w:rsid w:val="0090699C"/>
    <w:rsid w:val="00935CF9"/>
    <w:rsid w:val="009452CD"/>
    <w:rsid w:val="00951EB2"/>
    <w:rsid w:val="009634E8"/>
    <w:rsid w:val="00966435"/>
    <w:rsid w:val="00975FB5"/>
    <w:rsid w:val="0098709D"/>
    <w:rsid w:val="00990A89"/>
    <w:rsid w:val="009C7B1E"/>
    <w:rsid w:val="009D7D42"/>
    <w:rsid w:val="009E0367"/>
    <w:rsid w:val="00A25444"/>
    <w:rsid w:val="00A255FD"/>
    <w:rsid w:val="00A430F8"/>
    <w:rsid w:val="00A4458B"/>
    <w:rsid w:val="00A54E57"/>
    <w:rsid w:val="00A56968"/>
    <w:rsid w:val="00A63C9E"/>
    <w:rsid w:val="00A65216"/>
    <w:rsid w:val="00A7598B"/>
    <w:rsid w:val="00A84B8A"/>
    <w:rsid w:val="00AA3486"/>
    <w:rsid w:val="00AA6402"/>
    <w:rsid w:val="00AA7DD4"/>
    <w:rsid w:val="00AB4D10"/>
    <w:rsid w:val="00AC0426"/>
    <w:rsid w:val="00AC072C"/>
    <w:rsid w:val="00AD3CD6"/>
    <w:rsid w:val="00AD69D5"/>
    <w:rsid w:val="00AE55E2"/>
    <w:rsid w:val="00AE75B5"/>
    <w:rsid w:val="00B253BA"/>
    <w:rsid w:val="00B3234C"/>
    <w:rsid w:val="00B477DE"/>
    <w:rsid w:val="00B54A54"/>
    <w:rsid w:val="00B57E64"/>
    <w:rsid w:val="00B811C1"/>
    <w:rsid w:val="00B82DB5"/>
    <w:rsid w:val="00BA29E4"/>
    <w:rsid w:val="00BB72E8"/>
    <w:rsid w:val="00BC370F"/>
    <w:rsid w:val="00BC3A05"/>
    <w:rsid w:val="00BC55E5"/>
    <w:rsid w:val="00BD3AF9"/>
    <w:rsid w:val="00BD4057"/>
    <w:rsid w:val="00BF2E36"/>
    <w:rsid w:val="00BF448F"/>
    <w:rsid w:val="00C22B80"/>
    <w:rsid w:val="00C26E88"/>
    <w:rsid w:val="00C35509"/>
    <w:rsid w:val="00C4194B"/>
    <w:rsid w:val="00C44D6E"/>
    <w:rsid w:val="00C46AF7"/>
    <w:rsid w:val="00C66936"/>
    <w:rsid w:val="00C84BC0"/>
    <w:rsid w:val="00C9448A"/>
    <w:rsid w:val="00C96B54"/>
    <w:rsid w:val="00CC4442"/>
    <w:rsid w:val="00CD5661"/>
    <w:rsid w:val="00CF18BE"/>
    <w:rsid w:val="00CF69CC"/>
    <w:rsid w:val="00CF6D47"/>
    <w:rsid w:val="00D049B2"/>
    <w:rsid w:val="00D05F35"/>
    <w:rsid w:val="00D115F0"/>
    <w:rsid w:val="00D12361"/>
    <w:rsid w:val="00D16B2B"/>
    <w:rsid w:val="00D20645"/>
    <w:rsid w:val="00D23630"/>
    <w:rsid w:val="00D4607E"/>
    <w:rsid w:val="00D577FE"/>
    <w:rsid w:val="00D57A9D"/>
    <w:rsid w:val="00D95210"/>
    <w:rsid w:val="00DC7E66"/>
    <w:rsid w:val="00DF6C1A"/>
    <w:rsid w:val="00E16C1B"/>
    <w:rsid w:val="00E22FAD"/>
    <w:rsid w:val="00E30018"/>
    <w:rsid w:val="00E61489"/>
    <w:rsid w:val="00E74E1C"/>
    <w:rsid w:val="00E75568"/>
    <w:rsid w:val="00EB583B"/>
    <w:rsid w:val="00ED4364"/>
    <w:rsid w:val="00ED667C"/>
    <w:rsid w:val="00ED77C9"/>
    <w:rsid w:val="00EF1C3E"/>
    <w:rsid w:val="00F06F89"/>
    <w:rsid w:val="00F16A93"/>
    <w:rsid w:val="00F26AB3"/>
    <w:rsid w:val="00F3470C"/>
    <w:rsid w:val="00F447D3"/>
    <w:rsid w:val="00F54A4D"/>
    <w:rsid w:val="00F61C53"/>
    <w:rsid w:val="00F645F1"/>
    <w:rsid w:val="00F77350"/>
    <w:rsid w:val="00F901C2"/>
    <w:rsid w:val="00F962BD"/>
    <w:rsid w:val="00FA369F"/>
    <w:rsid w:val="00FC20C0"/>
    <w:rsid w:val="00FC4D2B"/>
    <w:rsid w:val="00FD2BE2"/>
    <w:rsid w:val="00FD3C55"/>
    <w:rsid w:val="00FE0FC5"/>
    <w:rsid w:val="00FE4BAF"/>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5316723"/>
  <w15:chartTrackingRefBased/>
  <w15:docId w15:val="{5EDE7FE9-DF71-4B19-AD3F-856D611CD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267A50"/>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customStyle="1" w:styleId="Tabelleeng">
    <w:name w:val="Tabelle eng"/>
    <w:basedOn w:val="a"/>
    <w:uiPriority w:val="2"/>
    <w:qFormat/>
    <w:rsid w:val="008F41CA"/>
    <w:pPr>
      <w:spacing w:before="40" w:after="40" w:line="240" w:lineRule="exact"/>
      <w:jc w:val="left"/>
    </w:pPr>
    <w:rPr>
      <w:bCs/>
      <w:color w:val="000000" w:themeColor="tex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54F2E-1B98-4521-A6EF-2D2EE4876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Ohne Rand</Template>
  <TotalTime>68</TotalTime>
  <Pages>2</Pages>
  <Words>414</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21</cp:revision>
  <dcterms:created xsi:type="dcterms:W3CDTF">2018-10-18T02:01:00Z</dcterms:created>
  <dcterms:modified xsi:type="dcterms:W3CDTF">2019-08-21T08:56:00Z</dcterms:modified>
</cp:coreProperties>
</file>